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FB9B3" w14:textId="013640C3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58247B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58247B">
        <w:rPr>
          <w:rFonts w:ascii="Corbel" w:hAnsi="Corbel"/>
          <w:bCs/>
          <w:i/>
        </w:rPr>
        <w:t>23</w:t>
      </w:r>
    </w:p>
    <w:p w14:paraId="3AF3E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57F162" w14:textId="7BC8DA8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</w:t>
      </w:r>
      <w:r w:rsidR="001559C6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1559C6">
        <w:rPr>
          <w:rFonts w:ascii="Corbel" w:hAnsi="Corbel"/>
          <w:i/>
          <w:smallCaps/>
          <w:sz w:val="24"/>
          <w:szCs w:val="24"/>
        </w:rPr>
        <w:t>6</w:t>
      </w:r>
    </w:p>
    <w:p w14:paraId="7DD3FE8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D8C7FA" w14:textId="04BA71F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1559C6">
        <w:rPr>
          <w:rFonts w:ascii="Corbel" w:hAnsi="Corbel"/>
          <w:sz w:val="20"/>
          <w:szCs w:val="20"/>
        </w:rPr>
        <w:t>5</w:t>
      </w:r>
      <w:r w:rsidR="000737D9">
        <w:rPr>
          <w:rFonts w:ascii="Corbel" w:hAnsi="Corbel"/>
          <w:sz w:val="20"/>
          <w:szCs w:val="20"/>
        </w:rPr>
        <w:t>/202</w:t>
      </w:r>
      <w:r w:rsidR="001559C6">
        <w:rPr>
          <w:rFonts w:ascii="Corbel" w:hAnsi="Corbel"/>
          <w:sz w:val="20"/>
          <w:szCs w:val="20"/>
        </w:rPr>
        <w:t>6</w:t>
      </w:r>
    </w:p>
    <w:p w14:paraId="3F7CA5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7E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3F6F61" w14:textId="77777777" w:rsidTr="00B819C8">
        <w:tc>
          <w:tcPr>
            <w:tcW w:w="2694" w:type="dxa"/>
            <w:vAlign w:val="center"/>
          </w:tcPr>
          <w:p w14:paraId="79FC23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CA8AA" w14:textId="77777777"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1CC7431F" w14:textId="77777777" w:rsidTr="00B819C8">
        <w:tc>
          <w:tcPr>
            <w:tcW w:w="2694" w:type="dxa"/>
            <w:vAlign w:val="center"/>
          </w:tcPr>
          <w:p w14:paraId="30A0A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7A024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05272F7" w14:textId="77777777" w:rsidTr="00B819C8">
        <w:tc>
          <w:tcPr>
            <w:tcW w:w="2694" w:type="dxa"/>
            <w:vAlign w:val="center"/>
          </w:tcPr>
          <w:p w14:paraId="2366BF06" w14:textId="6776F4CA" w:rsidR="0085747A" w:rsidRPr="009C54AE" w:rsidRDefault="0062512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BB1CF3" w14:textId="77777777"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6EC3E5" w14:textId="77777777" w:rsidTr="00B819C8">
        <w:tc>
          <w:tcPr>
            <w:tcW w:w="2694" w:type="dxa"/>
            <w:vAlign w:val="center"/>
          </w:tcPr>
          <w:p w14:paraId="16113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2A7246" w14:textId="77777777"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A2E10C" w14:textId="77777777" w:rsidTr="00B819C8">
        <w:tc>
          <w:tcPr>
            <w:tcW w:w="2694" w:type="dxa"/>
            <w:vAlign w:val="center"/>
          </w:tcPr>
          <w:p w14:paraId="0D5DE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5B739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15B3D77" w14:textId="77777777" w:rsidTr="00B819C8">
        <w:tc>
          <w:tcPr>
            <w:tcW w:w="2694" w:type="dxa"/>
            <w:vAlign w:val="center"/>
          </w:tcPr>
          <w:p w14:paraId="72A04C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4B39D" w14:textId="77777777"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903F036" w14:textId="77777777" w:rsidTr="00B819C8">
        <w:tc>
          <w:tcPr>
            <w:tcW w:w="2694" w:type="dxa"/>
            <w:vAlign w:val="center"/>
          </w:tcPr>
          <w:p w14:paraId="3451D7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BB5DA2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A555B3" w14:textId="77777777" w:rsidTr="00B819C8">
        <w:tc>
          <w:tcPr>
            <w:tcW w:w="2694" w:type="dxa"/>
            <w:vAlign w:val="center"/>
          </w:tcPr>
          <w:p w14:paraId="172311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6BB256" w14:textId="1D70DADA" w:rsidR="0085747A" w:rsidRPr="009C54AE" w:rsidRDefault="00504FFB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18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51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16F7F8" w14:textId="77777777" w:rsidTr="00B819C8">
        <w:tc>
          <w:tcPr>
            <w:tcW w:w="2694" w:type="dxa"/>
            <w:vAlign w:val="center"/>
          </w:tcPr>
          <w:p w14:paraId="16D580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A806B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D60576" w14:textId="77777777" w:rsidTr="00B819C8">
        <w:tc>
          <w:tcPr>
            <w:tcW w:w="2694" w:type="dxa"/>
            <w:vAlign w:val="center"/>
          </w:tcPr>
          <w:p w14:paraId="2033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C92D26" w14:textId="77777777"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2D51D65" w14:textId="77777777" w:rsidTr="00B819C8">
        <w:tc>
          <w:tcPr>
            <w:tcW w:w="2694" w:type="dxa"/>
            <w:vAlign w:val="center"/>
          </w:tcPr>
          <w:p w14:paraId="009C67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9EF7C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AF73871" w14:textId="77777777" w:rsidTr="00B819C8">
        <w:tc>
          <w:tcPr>
            <w:tcW w:w="2694" w:type="dxa"/>
            <w:vAlign w:val="center"/>
          </w:tcPr>
          <w:p w14:paraId="24D59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0CAA8A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7F45E603" w14:textId="77777777" w:rsidTr="00B819C8">
        <w:tc>
          <w:tcPr>
            <w:tcW w:w="2694" w:type="dxa"/>
            <w:vAlign w:val="center"/>
          </w:tcPr>
          <w:p w14:paraId="693D0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4AB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9605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32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BCD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7F6F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401C9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43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E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B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9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B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A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29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B2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1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5604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6E9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0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A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82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6C7" w14:textId="77777777"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C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EB" w14:textId="77777777"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35716E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AA5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FFA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2C3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29F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E49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31F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E5D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548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D76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F5B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BADDC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2BA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30F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DD7B6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A935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842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197AC" w14:textId="5999C7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29FAE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2F61A12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DFD67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4DC03A" w14:textId="77777777" w:rsidTr="00745302">
        <w:tc>
          <w:tcPr>
            <w:tcW w:w="9670" w:type="dxa"/>
          </w:tcPr>
          <w:p w14:paraId="1D6712ED" w14:textId="77777777"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14:paraId="3FD438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849E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B837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258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396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72DB4161" w14:textId="77777777" w:rsidTr="00B7686D">
        <w:tc>
          <w:tcPr>
            <w:tcW w:w="851" w:type="dxa"/>
            <w:vAlign w:val="center"/>
          </w:tcPr>
          <w:p w14:paraId="149BDCD3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7342ED" w14:textId="77777777"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4B420620" w14:textId="77777777" w:rsidTr="00B7686D">
        <w:tc>
          <w:tcPr>
            <w:tcW w:w="851" w:type="dxa"/>
            <w:vAlign w:val="center"/>
          </w:tcPr>
          <w:p w14:paraId="60682AC9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E474D" w14:textId="77777777"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599C878F" w14:textId="77777777" w:rsidTr="00B7686D">
        <w:tc>
          <w:tcPr>
            <w:tcW w:w="851" w:type="dxa"/>
            <w:vAlign w:val="center"/>
          </w:tcPr>
          <w:p w14:paraId="3EF1D97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5F30438E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4C5F06B0" w14:textId="77777777" w:rsidTr="00B7686D">
        <w:tc>
          <w:tcPr>
            <w:tcW w:w="851" w:type="dxa"/>
            <w:vAlign w:val="center"/>
          </w:tcPr>
          <w:p w14:paraId="6509652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7A215F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14:paraId="18F3FA18" w14:textId="77777777" w:rsidTr="00B7686D">
        <w:tc>
          <w:tcPr>
            <w:tcW w:w="851" w:type="dxa"/>
            <w:vAlign w:val="center"/>
          </w:tcPr>
          <w:p w14:paraId="74906B38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6E4904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14:paraId="62CE2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40CC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5E431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54E9286" w14:textId="77777777" w:rsidTr="0071620A">
        <w:tc>
          <w:tcPr>
            <w:tcW w:w="1701" w:type="dxa"/>
            <w:vAlign w:val="center"/>
          </w:tcPr>
          <w:p w14:paraId="7E5C6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202C32" w14:textId="77777777"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4C3B6E" w14:textId="77777777"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190A6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14:paraId="4776D9D5" w14:textId="77777777" w:rsidTr="005E6E85">
        <w:tc>
          <w:tcPr>
            <w:tcW w:w="1701" w:type="dxa"/>
          </w:tcPr>
          <w:p w14:paraId="3257E51D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597B" w14:textId="77777777"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14:paraId="425EBC9E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4CBE56F8" w14:textId="77777777" w:rsidTr="005E6E85">
        <w:tc>
          <w:tcPr>
            <w:tcW w:w="1701" w:type="dxa"/>
          </w:tcPr>
          <w:p w14:paraId="358F9174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FCBD725" w14:textId="77777777"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14:paraId="2A0995A3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14:paraId="552513FF" w14:textId="77777777" w:rsidTr="005E6E85">
        <w:tc>
          <w:tcPr>
            <w:tcW w:w="1701" w:type="dxa"/>
          </w:tcPr>
          <w:p w14:paraId="3D1B503F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E246CB" w14:textId="77777777"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14:paraId="12C2C5A5" w14:textId="77777777"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14:paraId="05B75B54" w14:textId="77777777" w:rsidTr="005E6E85">
        <w:tc>
          <w:tcPr>
            <w:tcW w:w="1701" w:type="dxa"/>
          </w:tcPr>
          <w:p w14:paraId="0A7CFB4D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C16E65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14:paraId="52B50616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14:paraId="01AE937F" w14:textId="77777777" w:rsidTr="005E6E85">
        <w:tc>
          <w:tcPr>
            <w:tcW w:w="1701" w:type="dxa"/>
          </w:tcPr>
          <w:p w14:paraId="6637571E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15FD2D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14:paraId="0A9E9B0A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14:paraId="2CDB7176" w14:textId="77777777" w:rsidTr="005E6E85">
        <w:tc>
          <w:tcPr>
            <w:tcW w:w="1701" w:type="dxa"/>
          </w:tcPr>
          <w:p w14:paraId="215D1FD8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C9B577F" w14:textId="77777777"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14:paraId="3E786C31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14:paraId="4120B568" w14:textId="77777777" w:rsidTr="005E6E85">
        <w:tc>
          <w:tcPr>
            <w:tcW w:w="1701" w:type="dxa"/>
          </w:tcPr>
          <w:p w14:paraId="799C97A7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772CF11" w14:textId="77777777"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14:paraId="5A7E7A25" w14:textId="77777777"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14:paraId="1D12E042" w14:textId="77777777" w:rsidTr="005E6E85">
        <w:tc>
          <w:tcPr>
            <w:tcW w:w="1701" w:type="dxa"/>
          </w:tcPr>
          <w:p w14:paraId="1EDC3A10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1AC4525" w14:textId="77777777"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14:paraId="48E53AF0" w14:textId="77777777"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3211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CB1C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92742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C322B7" w14:textId="203D813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1787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F65E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14:paraId="26B44B1F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4B559D" w14:textId="77777777" w:rsidTr="00923D7D">
        <w:tc>
          <w:tcPr>
            <w:tcW w:w="9639" w:type="dxa"/>
          </w:tcPr>
          <w:p w14:paraId="6DB2A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6EDED9D7" w14:textId="77777777" w:rsidTr="00923D7D">
        <w:tc>
          <w:tcPr>
            <w:tcW w:w="9639" w:type="dxa"/>
          </w:tcPr>
          <w:p w14:paraId="3720580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2768AB09" w14:textId="77777777" w:rsidTr="00923D7D">
        <w:tc>
          <w:tcPr>
            <w:tcW w:w="9639" w:type="dxa"/>
          </w:tcPr>
          <w:p w14:paraId="7657F541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14:paraId="564758B5" w14:textId="77777777" w:rsidTr="00923D7D">
        <w:tc>
          <w:tcPr>
            <w:tcW w:w="9639" w:type="dxa"/>
          </w:tcPr>
          <w:p w14:paraId="75764BD0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14:paraId="79B224DA" w14:textId="77777777" w:rsidTr="00923D7D">
        <w:tc>
          <w:tcPr>
            <w:tcW w:w="9639" w:type="dxa"/>
          </w:tcPr>
          <w:p w14:paraId="0A22F232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30453544" w14:textId="77777777" w:rsidTr="00923D7D">
        <w:tc>
          <w:tcPr>
            <w:tcW w:w="9639" w:type="dxa"/>
          </w:tcPr>
          <w:p w14:paraId="423CC458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67E9BFDD" w14:textId="77777777" w:rsidTr="00923D7D">
        <w:tc>
          <w:tcPr>
            <w:tcW w:w="9639" w:type="dxa"/>
          </w:tcPr>
          <w:p w14:paraId="6A194E9D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D727188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A25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1BAFDA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4F361F27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EE45C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F7F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97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A8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969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A91A56C" w14:textId="77777777" w:rsidTr="00C05F44">
        <w:tc>
          <w:tcPr>
            <w:tcW w:w="1985" w:type="dxa"/>
            <w:vAlign w:val="center"/>
          </w:tcPr>
          <w:p w14:paraId="5E6869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92983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E78D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1E7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F01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6C830F9" w14:textId="77777777" w:rsidTr="00C05F44">
        <w:tc>
          <w:tcPr>
            <w:tcW w:w="1985" w:type="dxa"/>
          </w:tcPr>
          <w:p w14:paraId="6083CED7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3BA2E732" w14:textId="77777777"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738C41E0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8671D89" w14:textId="77777777" w:rsidTr="00C05F44">
        <w:tc>
          <w:tcPr>
            <w:tcW w:w="1985" w:type="dxa"/>
          </w:tcPr>
          <w:p w14:paraId="290BB160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A07F73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84634DE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D5D55F4" w14:textId="77777777" w:rsidTr="00C05F44">
        <w:tc>
          <w:tcPr>
            <w:tcW w:w="1985" w:type="dxa"/>
          </w:tcPr>
          <w:p w14:paraId="56E4F865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1A1C8D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9C6093D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AA843F2" w14:textId="77777777" w:rsidTr="00C05F44">
        <w:tc>
          <w:tcPr>
            <w:tcW w:w="1985" w:type="dxa"/>
          </w:tcPr>
          <w:p w14:paraId="30B767F4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1BCE4A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50C5ADC5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01DC26E" w14:textId="77777777" w:rsidTr="00C05F44">
        <w:tc>
          <w:tcPr>
            <w:tcW w:w="1985" w:type="dxa"/>
          </w:tcPr>
          <w:p w14:paraId="34436B8A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8151B2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14:paraId="1127D4DC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D783AB3" w14:textId="77777777" w:rsidTr="00C05F44">
        <w:tc>
          <w:tcPr>
            <w:tcW w:w="1985" w:type="dxa"/>
          </w:tcPr>
          <w:p w14:paraId="50B8CCE1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5C98A23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692EC18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D590417" w14:textId="77777777" w:rsidTr="00C05F44">
        <w:tc>
          <w:tcPr>
            <w:tcW w:w="1985" w:type="dxa"/>
          </w:tcPr>
          <w:p w14:paraId="7870A0A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13D0B071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480D9D5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1CF6284" w14:textId="77777777" w:rsidTr="00C05F44">
        <w:tc>
          <w:tcPr>
            <w:tcW w:w="1985" w:type="dxa"/>
          </w:tcPr>
          <w:p w14:paraId="6AFED420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4D1CAD6F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036650C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31D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6206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6616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5A549A17" w14:textId="77777777" w:rsidTr="001A0066">
        <w:tc>
          <w:tcPr>
            <w:tcW w:w="9670" w:type="dxa"/>
          </w:tcPr>
          <w:p w14:paraId="576F0D0D" w14:textId="77777777"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AA85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A10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2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F0CDA7" w14:textId="77777777" w:rsidTr="003E1941">
        <w:tc>
          <w:tcPr>
            <w:tcW w:w="4962" w:type="dxa"/>
            <w:vAlign w:val="center"/>
          </w:tcPr>
          <w:p w14:paraId="733BAC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4B61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C4A558" w14:textId="77777777" w:rsidTr="00923D7D">
        <w:tc>
          <w:tcPr>
            <w:tcW w:w="4962" w:type="dxa"/>
          </w:tcPr>
          <w:p w14:paraId="6A0E322B" w14:textId="195F1C82" w:rsidR="0085747A" w:rsidRPr="009C54AE" w:rsidRDefault="00C61DC5" w:rsidP="005824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A785CC" w14:textId="77777777"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EF54D9" w14:textId="77777777" w:rsidTr="00923D7D">
        <w:tc>
          <w:tcPr>
            <w:tcW w:w="4962" w:type="dxa"/>
          </w:tcPr>
          <w:p w14:paraId="390810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81B08" w14:textId="77777777" w:rsidR="00C229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0575031D" w14:textId="0D31F3DA" w:rsidR="00C61DC5" w:rsidRPr="009C54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53CBF">
              <w:rPr>
                <w:rFonts w:ascii="Corbel" w:hAnsi="Corbel"/>
                <w:sz w:val="24"/>
                <w:szCs w:val="24"/>
              </w:rPr>
              <w:t>zaliczenie praktyki</w:t>
            </w:r>
          </w:p>
        </w:tc>
        <w:tc>
          <w:tcPr>
            <w:tcW w:w="4677" w:type="dxa"/>
          </w:tcPr>
          <w:p w14:paraId="74A31DC9" w14:textId="77777777" w:rsidR="00C229AE" w:rsidRDefault="00C229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C8BFC79" w14:textId="223E9922" w:rsidR="00C61DC5" w:rsidRDefault="00583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5051479" w14:textId="59E86842" w:rsidR="00C229AE" w:rsidRPr="009C54AE" w:rsidRDefault="00583E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A5EDEEF" w14:textId="77777777" w:rsidTr="00923D7D">
        <w:tc>
          <w:tcPr>
            <w:tcW w:w="4962" w:type="dxa"/>
          </w:tcPr>
          <w:p w14:paraId="1E970271" w14:textId="2079935D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6947">
              <w:rPr>
                <w:rFonts w:ascii="Corbel" w:hAnsi="Corbel"/>
                <w:sz w:val="24"/>
                <w:szCs w:val="24"/>
              </w:rPr>
              <w:t>:</w:t>
            </w:r>
          </w:p>
          <w:p w14:paraId="3E6BF41F" w14:textId="31A9C767" w:rsidR="000D6947" w:rsidRDefault="00C229AE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56AC1">
              <w:rPr>
                <w:rFonts w:ascii="Corbel" w:hAnsi="Corbel"/>
                <w:sz w:val="24"/>
                <w:szCs w:val="24"/>
              </w:rPr>
              <w:t>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rowadzonych zajęć </w:t>
            </w:r>
          </w:p>
          <w:p w14:paraId="22457B53" w14:textId="7DEF6D15" w:rsidR="00C61DC5" w:rsidRPr="009C54AE" w:rsidRDefault="00C229AE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3CBF">
              <w:rPr>
                <w:rFonts w:ascii="Corbel" w:hAnsi="Corbel"/>
                <w:sz w:val="24"/>
                <w:szCs w:val="24"/>
              </w:rPr>
              <w:t>rowadzenie dokumentacji praktyki</w:t>
            </w:r>
          </w:p>
        </w:tc>
        <w:tc>
          <w:tcPr>
            <w:tcW w:w="4677" w:type="dxa"/>
          </w:tcPr>
          <w:p w14:paraId="4BC8AD6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39F72ED" w14:textId="77777777" w:rsidR="00C229AE" w:rsidRDefault="00C229AE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53342BB" w14:textId="2C8B7AB6" w:rsidR="000D6947" w:rsidRPr="00AA24E0" w:rsidRDefault="00583E1C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21ACC2A" w14:textId="77777777" w:rsidR="000D6947" w:rsidRDefault="000D6947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E98E38F" w14:textId="170316E5" w:rsidR="000D6947" w:rsidRPr="00AA24E0" w:rsidRDefault="00583E1C" w:rsidP="00C229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E752C88" w14:textId="77777777" w:rsidTr="00923D7D">
        <w:tc>
          <w:tcPr>
            <w:tcW w:w="4962" w:type="dxa"/>
          </w:tcPr>
          <w:p w14:paraId="149B4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8EE92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2CFCC3D" w14:textId="77777777" w:rsidTr="00923D7D">
        <w:tc>
          <w:tcPr>
            <w:tcW w:w="4962" w:type="dxa"/>
          </w:tcPr>
          <w:p w14:paraId="203A40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90CDF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DAF2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228808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9E9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2E1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94013" w14:textId="77777777" w:rsidTr="0071620A">
        <w:trPr>
          <w:trHeight w:val="397"/>
        </w:trPr>
        <w:tc>
          <w:tcPr>
            <w:tcW w:w="3544" w:type="dxa"/>
          </w:tcPr>
          <w:p w14:paraId="0C6AF8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C7FCC6" w14:textId="77777777"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14:paraId="700B83A5" w14:textId="77777777" w:rsidTr="0071620A">
        <w:trPr>
          <w:trHeight w:val="397"/>
        </w:trPr>
        <w:tc>
          <w:tcPr>
            <w:tcW w:w="3544" w:type="dxa"/>
          </w:tcPr>
          <w:p w14:paraId="045BF4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B71D9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4C64D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270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B2B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1E2F9A3" w14:textId="77777777" w:rsidTr="0071620A">
        <w:trPr>
          <w:trHeight w:val="397"/>
        </w:trPr>
        <w:tc>
          <w:tcPr>
            <w:tcW w:w="7513" w:type="dxa"/>
          </w:tcPr>
          <w:p w14:paraId="431373FB" w14:textId="07D42F9E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3366C2" w14:textId="77777777" w:rsidR="00D750BD" w:rsidRPr="00953CBF" w:rsidRDefault="00D750BD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B45CE8" w14:textId="77777777" w:rsidR="00D750BD" w:rsidRPr="00472C42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0E9EBEE3" w14:textId="77777777" w:rsidR="00D750BD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BF1676C" w14:textId="77777777" w:rsidR="00D750BD" w:rsidRPr="00472C42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57197AF7" w14:textId="77777777" w:rsidR="00D750BD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78F42AE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712AA1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5275B36" w14:textId="08F2DC51" w:rsidR="00D750BD" w:rsidRPr="00953CBF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5564E644" w14:textId="77777777" w:rsidTr="0071620A">
        <w:trPr>
          <w:trHeight w:val="397"/>
        </w:trPr>
        <w:tc>
          <w:tcPr>
            <w:tcW w:w="7513" w:type="dxa"/>
          </w:tcPr>
          <w:p w14:paraId="3B8FC5F2" w14:textId="77777777"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A9A5B1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2846236F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25CA32A4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590584D5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43C5D59E" w14:textId="77777777"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17A0DA01" w14:textId="57FECD23" w:rsid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4822A0F5" w14:textId="77777777" w:rsidR="00700732" w:rsidRPr="00FC6B8C" w:rsidRDefault="00700732" w:rsidP="00700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10D81668" w14:textId="77777777"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CE0568B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1AE29B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01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A8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DF5FE" w14:textId="77777777" w:rsidR="002D5531" w:rsidRDefault="002D5531" w:rsidP="00C16ABF">
      <w:pPr>
        <w:spacing w:after="0" w:line="240" w:lineRule="auto"/>
      </w:pPr>
      <w:r>
        <w:separator/>
      </w:r>
    </w:p>
  </w:endnote>
  <w:endnote w:type="continuationSeparator" w:id="0">
    <w:p w14:paraId="109627AD" w14:textId="77777777" w:rsidR="002D5531" w:rsidRDefault="002D55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1D218" w14:textId="77777777" w:rsidR="002D5531" w:rsidRDefault="002D5531" w:rsidP="00C16ABF">
      <w:pPr>
        <w:spacing w:after="0" w:line="240" w:lineRule="auto"/>
      </w:pPr>
      <w:r>
        <w:separator/>
      </w:r>
    </w:p>
  </w:footnote>
  <w:footnote w:type="continuationSeparator" w:id="0">
    <w:p w14:paraId="326917B1" w14:textId="77777777" w:rsidR="002D5531" w:rsidRDefault="002D5531" w:rsidP="00C16ABF">
      <w:pPr>
        <w:spacing w:after="0" w:line="240" w:lineRule="auto"/>
      </w:pPr>
      <w:r>
        <w:continuationSeparator/>
      </w:r>
    </w:p>
  </w:footnote>
  <w:footnote w:id="1">
    <w:p w14:paraId="3470DD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7F2E"/>
    <w:multiLevelType w:val="hybridMultilevel"/>
    <w:tmpl w:val="C5BC37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E2491A"/>
    <w:multiLevelType w:val="hybridMultilevel"/>
    <w:tmpl w:val="561A8026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A8B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D6947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559C6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6174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5531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362F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C465A"/>
    <w:rsid w:val="004D5282"/>
    <w:rsid w:val="004F1551"/>
    <w:rsid w:val="004F2FE3"/>
    <w:rsid w:val="004F55A3"/>
    <w:rsid w:val="0050496F"/>
    <w:rsid w:val="00504FFB"/>
    <w:rsid w:val="00513B6F"/>
    <w:rsid w:val="00517C63"/>
    <w:rsid w:val="00526C94"/>
    <w:rsid w:val="005363C4"/>
    <w:rsid w:val="00536BDE"/>
    <w:rsid w:val="00543ACC"/>
    <w:rsid w:val="0056696D"/>
    <w:rsid w:val="005714BC"/>
    <w:rsid w:val="00573EF9"/>
    <w:rsid w:val="0058247B"/>
    <w:rsid w:val="00583E1C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512D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073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4E0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29AE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750BD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970"/>
  <w15:docId w15:val="{1ED3B2AA-BC80-448B-8427-9E50A791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05B14-4F54-40F0-9A63-2D36EF9B2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5</Pages>
  <Words>1085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2019-12-06T10:09:00Z</cp:lastPrinted>
  <dcterms:created xsi:type="dcterms:W3CDTF">2019-11-20T16:55:00Z</dcterms:created>
  <dcterms:modified xsi:type="dcterms:W3CDTF">2023-04-20T08:18:00Z</dcterms:modified>
</cp:coreProperties>
</file>